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32516" w14:textId="77777777" w:rsidR="0054324E" w:rsidRDefault="00147E58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A84891F" wp14:editId="098D3C03">
                <wp:simplePos x="0" y="0"/>
                <wp:positionH relativeFrom="column">
                  <wp:posOffset>-891540</wp:posOffset>
                </wp:positionH>
                <wp:positionV relativeFrom="page">
                  <wp:posOffset>199390</wp:posOffset>
                </wp:positionV>
                <wp:extent cx="7538085" cy="128460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8085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7BF84" w14:textId="77777777" w:rsidR="00147E58" w:rsidRPr="00147E58" w:rsidRDefault="00147E58" w:rsidP="00E8564C">
                            <w:pPr>
                              <w:jc w:val="center"/>
                              <w:rPr>
                                <w:rFonts w:ascii="Open Sans ExtraBold" w:hAnsi="Open Sans ExtraBold" w:cs="Open Sans ExtraBold"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147E58">
                              <w:rPr>
                                <w:rFonts w:ascii="Open Sans ExtraBold" w:hAnsi="Open Sans ExtraBold" w:cs="Open Sans ExtraBold"/>
                                <w:color w:val="FFFFFF" w:themeColor="background1"/>
                                <w:sz w:val="90"/>
                                <w:szCs w:val="90"/>
                              </w:rPr>
                              <w:t>Wir brauchen dich!</w:t>
                            </w:r>
                          </w:p>
                          <w:p w14:paraId="475B0312" w14:textId="5FC0B92E" w:rsidR="00147E58" w:rsidRPr="000C437F" w:rsidRDefault="004F3902" w:rsidP="00E8564C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0C437F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Unsere Schule macht mit </w:t>
                            </w:r>
                            <w:r w:rsidR="00147E58" w:rsidRPr="000C437F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beim </w:t>
                            </w:r>
                            <w:r w:rsidR="000C437F" w:rsidRPr="000C437F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>„</w:t>
                            </w:r>
                            <w:r w:rsidR="005364E6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Textil </w:t>
                            </w:r>
                            <w:r w:rsidR="00147E58" w:rsidRPr="000C437F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>Race</w:t>
                            </w:r>
                            <w:r w:rsidR="000C437F" w:rsidRPr="000C437F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84891F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70.2pt;margin-top:15.7pt;width:593.55pt;height:10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" filled="f" stroked="f" strokeweight=".5pt">
                <v:textbox>
                  <w:txbxContent>
                    <w:p w14:paraId="3E57BF84" w14:textId="77777777" w:rsidR="00147E58" w:rsidRPr="00147E58" w:rsidRDefault="00147E58" w:rsidP="00E8564C">
                      <w:pPr>
                        <w:jc w:val="center"/>
                        <w:rPr>
                          <w:rFonts w:ascii="Open Sans ExtraBold" w:hAnsi="Open Sans ExtraBold" w:cs="Open Sans ExtraBold"/>
                          <w:color w:val="FFFFFF" w:themeColor="background1"/>
                          <w:sz w:val="90"/>
                          <w:szCs w:val="90"/>
                        </w:rPr>
                      </w:pPr>
                      <w:r w:rsidRPr="00147E58">
                        <w:rPr>
                          <w:rFonts w:ascii="Open Sans ExtraBold" w:hAnsi="Open Sans ExtraBold" w:cs="Open Sans ExtraBold"/>
                          <w:color w:val="FFFFFF" w:themeColor="background1"/>
                          <w:sz w:val="90"/>
                          <w:szCs w:val="90"/>
                        </w:rPr>
                        <w:t>Wir brauchen dich!</w:t>
                      </w:r>
                    </w:p>
                    <w:p w14:paraId="475B0312" w14:textId="5FC0B92E" w:rsidR="00147E58" w:rsidRPr="000C437F" w:rsidRDefault="004F3902" w:rsidP="00E8564C">
                      <w:pPr>
                        <w:jc w:val="center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</w:pPr>
                      <w:r w:rsidRPr="000C437F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 xml:space="preserve">Unsere Schule macht mit </w:t>
                      </w:r>
                      <w:r w:rsidR="00147E58" w:rsidRPr="000C437F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 xml:space="preserve">beim </w:t>
                      </w:r>
                      <w:r w:rsidR="000C437F" w:rsidRPr="000C437F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>„</w:t>
                      </w:r>
                      <w:r w:rsidR="005364E6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 xml:space="preserve">Textil </w:t>
                      </w:r>
                      <w:r w:rsidR="00147E58" w:rsidRPr="000C437F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>Race</w:t>
                      </w:r>
                      <w:r w:rsidR="000C437F" w:rsidRPr="000C437F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>“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64528B5E" w14:textId="77777777" w:rsidR="00801C4A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</w:p>
    <w:p w14:paraId="4DB96ED6" w14:textId="77777777" w:rsidR="00801C4A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</w:p>
    <w:p w14:paraId="5DDDF1D7" w14:textId="77777777" w:rsidR="00801C4A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</w:p>
    <w:p w14:paraId="2693A6BD" w14:textId="77777777" w:rsidR="00801C4A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</w:p>
    <w:p w14:paraId="09706E24" w14:textId="77777777" w:rsidR="00801C4A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</w:p>
    <w:p w14:paraId="6A6A9082" w14:textId="27B3296A" w:rsidR="000C437F" w:rsidRPr="009B0638" w:rsidRDefault="00C933FC" w:rsidP="000C437F">
      <w:pPr>
        <w:tabs>
          <w:tab w:val="left" w:pos="426"/>
          <w:tab w:val="right" w:pos="9072"/>
        </w:tabs>
        <w:spacing w:after="120" w:line="288" w:lineRule="auto"/>
        <w:rPr>
          <w:rFonts w:ascii="Open Sans" w:hAnsi="Open Sans" w:cs="Open Sans"/>
        </w:rPr>
      </w:pPr>
      <w:r w:rsidRPr="009B0638">
        <w:rPr>
          <w:rFonts w:ascii="Open Sans" w:hAnsi="Open Sans" w:cs="Open Sans"/>
        </w:rPr>
        <w:t xml:space="preserve">Wir sammeln </w:t>
      </w:r>
      <w:r w:rsidR="005364E6">
        <w:rPr>
          <w:rFonts w:ascii="Open Sans" w:hAnsi="Open Sans" w:cs="Open Sans"/>
        </w:rPr>
        <w:t>Alttextilien</w:t>
      </w:r>
      <w:r w:rsidRPr="009B0638">
        <w:rPr>
          <w:rFonts w:ascii="Open Sans" w:hAnsi="Open Sans" w:cs="Open Sans"/>
        </w:rPr>
        <w:t xml:space="preserve"> im Wettbewerb </w:t>
      </w:r>
      <w:r w:rsidR="000C437F" w:rsidRPr="009B0638">
        <w:rPr>
          <w:rFonts w:ascii="Open Sans" w:hAnsi="Open Sans" w:cs="Open Sans"/>
        </w:rPr>
        <w:t>mit anderen Schule</w:t>
      </w:r>
      <w:r w:rsidR="005D3828">
        <w:rPr>
          <w:rFonts w:ascii="Open Sans" w:hAnsi="Open Sans" w:cs="Open Sans"/>
        </w:rPr>
        <w:t>n</w:t>
      </w:r>
      <w:r w:rsidR="000C437F" w:rsidRPr="009B0638">
        <w:rPr>
          <w:rFonts w:ascii="Open Sans" w:hAnsi="Open Sans" w:cs="Open Sans"/>
        </w:rPr>
        <w:t>. N</w:t>
      </w:r>
      <w:r w:rsidR="00801C4A" w:rsidRPr="009B0638">
        <w:rPr>
          <w:rFonts w:ascii="Open Sans" w:hAnsi="Open Sans" w:cs="Open Sans"/>
        </w:rPr>
        <w:t>atürlich</w:t>
      </w:r>
      <w:r w:rsidR="008308CF" w:rsidRPr="009B0638">
        <w:rPr>
          <w:rFonts w:ascii="Open Sans" w:hAnsi="Open Sans" w:cs="Open Sans"/>
        </w:rPr>
        <w:t xml:space="preserve"> soll</w:t>
      </w:r>
      <w:r w:rsidR="00801C4A" w:rsidRPr="009B0638">
        <w:rPr>
          <w:rFonts w:ascii="Open Sans" w:hAnsi="Open Sans" w:cs="Open Sans"/>
        </w:rPr>
        <w:t xml:space="preserve"> unsere Schule </w:t>
      </w:r>
      <w:r w:rsidR="000C437F" w:rsidRPr="009B0638">
        <w:rPr>
          <w:rFonts w:ascii="Open Sans" w:hAnsi="Open Sans" w:cs="Open Sans"/>
        </w:rPr>
        <w:br/>
      </w:r>
      <w:r w:rsidR="00801C4A" w:rsidRPr="009B0638">
        <w:rPr>
          <w:rFonts w:ascii="Open Sans" w:hAnsi="Open Sans" w:cs="Open Sans"/>
        </w:rPr>
        <w:t xml:space="preserve">gewinnen! </w:t>
      </w:r>
      <w:r w:rsidR="00324961" w:rsidRPr="009B0638">
        <w:rPr>
          <w:rFonts w:ascii="Open Sans" w:hAnsi="Open Sans" w:cs="Open Sans"/>
        </w:rPr>
        <w:t>D</w:t>
      </w:r>
      <w:r w:rsidR="00801C4A" w:rsidRPr="009B0638">
        <w:rPr>
          <w:rFonts w:ascii="Open Sans" w:hAnsi="Open Sans" w:cs="Open Sans"/>
        </w:rPr>
        <w:t>abei kannst du helfen</w:t>
      </w:r>
      <w:r w:rsidR="000C437F" w:rsidRPr="009B0638">
        <w:rPr>
          <w:rFonts w:ascii="Open Sans" w:hAnsi="Open Sans" w:cs="Open Sans"/>
        </w:rPr>
        <w:t xml:space="preserve"> – dem Team unserer Schule, der Umwelt und dem Klima. </w:t>
      </w:r>
    </w:p>
    <w:p w14:paraId="71C27128" w14:textId="77777777" w:rsidR="000C437F" w:rsidRDefault="000C437F" w:rsidP="004F74B7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1BB2FB6B" w14:textId="6900595D" w:rsidR="008308CF" w:rsidRPr="000C437F" w:rsidRDefault="008308CF" w:rsidP="000C437F">
      <w:pPr>
        <w:tabs>
          <w:tab w:val="left" w:pos="426"/>
          <w:tab w:val="right" w:pos="9072"/>
        </w:tabs>
        <w:spacing w:after="120" w:line="288" w:lineRule="auto"/>
        <w:rPr>
          <w:rFonts w:ascii="Open Sans" w:hAnsi="Open Sans" w:cs="Open Sans"/>
          <w:b/>
          <w:sz w:val="24"/>
          <w:szCs w:val="18"/>
        </w:rPr>
      </w:pPr>
      <w:r w:rsidRPr="000C437F">
        <w:rPr>
          <w:rFonts w:ascii="Open Sans" w:hAnsi="Open Sans" w:cs="Open Sans"/>
          <w:b/>
          <w:sz w:val="24"/>
          <w:szCs w:val="18"/>
        </w:rPr>
        <w:t>Was</w:t>
      </w:r>
      <w:r w:rsidR="00E776E3" w:rsidRPr="000C437F">
        <w:rPr>
          <w:rFonts w:ascii="Open Sans" w:hAnsi="Open Sans" w:cs="Open Sans"/>
          <w:b/>
          <w:sz w:val="24"/>
          <w:szCs w:val="18"/>
        </w:rPr>
        <w:t xml:space="preserve"> liegt bei </w:t>
      </w:r>
      <w:r w:rsidRPr="000C437F">
        <w:rPr>
          <w:rFonts w:ascii="Open Sans" w:hAnsi="Open Sans" w:cs="Open Sans"/>
          <w:b/>
          <w:sz w:val="24"/>
          <w:szCs w:val="18"/>
        </w:rPr>
        <w:t>euch zu</w:t>
      </w:r>
      <w:r w:rsidR="00567929" w:rsidRPr="000C437F">
        <w:rPr>
          <w:rFonts w:ascii="Open Sans" w:hAnsi="Open Sans" w:cs="Open Sans"/>
          <w:b/>
          <w:sz w:val="24"/>
          <w:szCs w:val="18"/>
        </w:rPr>
        <w:t>h</w:t>
      </w:r>
      <w:r w:rsidRPr="000C437F">
        <w:rPr>
          <w:rFonts w:ascii="Open Sans" w:hAnsi="Open Sans" w:cs="Open Sans"/>
          <w:b/>
          <w:sz w:val="24"/>
          <w:szCs w:val="18"/>
        </w:rPr>
        <w:t xml:space="preserve">ause </w:t>
      </w:r>
      <w:r w:rsidR="004C16A6">
        <w:rPr>
          <w:rFonts w:ascii="Open Sans" w:hAnsi="Open Sans" w:cs="Open Sans"/>
          <w:b/>
          <w:sz w:val="24"/>
          <w:szCs w:val="18"/>
        </w:rPr>
        <w:t xml:space="preserve">noch so </w:t>
      </w:r>
      <w:r w:rsidRPr="000C437F">
        <w:rPr>
          <w:rFonts w:ascii="Open Sans" w:hAnsi="Open Sans" w:cs="Open Sans"/>
          <w:b/>
          <w:sz w:val="24"/>
          <w:szCs w:val="18"/>
        </w:rPr>
        <w:t>rum?</w:t>
      </w:r>
    </w:p>
    <w:p w14:paraId="6C02E2BB" w14:textId="3FEFAA2D" w:rsidR="00671978" w:rsidRDefault="000C437F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Bringt so viel wie möglich </w:t>
      </w:r>
      <w:r w:rsidR="00582617" w:rsidRPr="00582617">
        <w:rPr>
          <w:rFonts w:ascii="Open Sans" w:hAnsi="Open Sans" w:cs="Open Sans"/>
        </w:rPr>
        <w:t xml:space="preserve">saubere </w:t>
      </w:r>
      <w:r w:rsidR="00671978">
        <w:rPr>
          <w:rFonts w:ascii="Open Sans" w:hAnsi="Open Sans" w:cs="Open Sans"/>
        </w:rPr>
        <w:t>und gut erhaltene T</w:t>
      </w:r>
      <w:r w:rsidR="00582617" w:rsidRPr="00582617">
        <w:rPr>
          <w:rFonts w:ascii="Open Sans" w:hAnsi="Open Sans" w:cs="Open Sans"/>
        </w:rPr>
        <w:t>extilien</w:t>
      </w:r>
      <w:r w:rsidR="00582617">
        <w:rPr>
          <w:rFonts w:ascii="Open Sans" w:hAnsi="Open Sans" w:cs="Open Sans"/>
        </w:rPr>
        <w:t xml:space="preserve"> mit in die Schule: </w:t>
      </w:r>
      <w:r w:rsidR="00582617" w:rsidRPr="00582617">
        <w:rPr>
          <w:rFonts w:ascii="Open Sans" w:hAnsi="Open Sans" w:cs="Open Sans"/>
          <w:b/>
          <w:bCs/>
        </w:rPr>
        <w:t>Kleidung:</w:t>
      </w:r>
      <w:r w:rsidR="00582617" w:rsidRPr="00582617">
        <w:rPr>
          <w:rFonts w:ascii="Open Sans" w:hAnsi="Open Sans" w:cs="Open Sans"/>
        </w:rPr>
        <w:t xml:space="preserve"> Damen-, Herren-, Kinder- und Baby</w:t>
      </w:r>
      <w:r w:rsidR="00582617">
        <w:rPr>
          <w:rFonts w:ascii="Open Sans" w:hAnsi="Open Sans" w:cs="Open Sans"/>
        </w:rPr>
        <w:t>k</w:t>
      </w:r>
      <w:r w:rsidR="00582617" w:rsidRPr="00582617">
        <w:rPr>
          <w:rFonts w:ascii="Open Sans" w:hAnsi="Open Sans" w:cs="Open Sans"/>
        </w:rPr>
        <w:t>leidung. </w:t>
      </w:r>
      <w:r w:rsidR="00582617" w:rsidRPr="00582617">
        <w:rPr>
          <w:rFonts w:ascii="Open Sans" w:hAnsi="Open Sans" w:cs="Open Sans"/>
          <w:b/>
          <w:bCs/>
        </w:rPr>
        <w:t>Schuhe:</w:t>
      </w:r>
      <w:r w:rsidR="00582617" w:rsidRPr="00582617">
        <w:rPr>
          <w:rFonts w:ascii="Open Sans" w:hAnsi="Open Sans" w:cs="Open Sans"/>
        </w:rPr>
        <w:t xml:space="preserve"> </w:t>
      </w:r>
      <w:r w:rsidR="00582617">
        <w:rPr>
          <w:rFonts w:ascii="Open Sans" w:hAnsi="Open Sans" w:cs="Open Sans"/>
        </w:rPr>
        <w:t>P</w:t>
      </w:r>
      <w:r w:rsidR="00582617" w:rsidRPr="00582617">
        <w:rPr>
          <w:rFonts w:ascii="Open Sans" w:hAnsi="Open Sans" w:cs="Open Sans"/>
        </w:rPr>
        <w:t xml:space="preserve">aarweise gebündelt und sauber. </w:t>
      </w:r>
      <w:r w:rsidR="00582617" w:rsidRPr="00582617">
        <w:rPr>
          <w:rFonts w:ascii="Open Sans" w:hAnsi="Open Sans" w:cs="Open Sans"/>
          <w:b/>
          <w:bCs/>
        </w:rPr>
        <w:t>Haushaltstextilien:</w:t>
      </w:r>
      <w:r w:rsidR="00582617" w:rsidRPr="00582617">
        <w:rPr>
          <w:rFonts w:ascii="Open Sans" w:hAnsi="Open Sans" w:cs="Open Sans"/>
        </w:rPr>
        <w:t xml:space="preserve"> </w:t>
      </w:r>
      <w:r w:rsidR="00671978">
        <w:rPr>
          <w:rFonts w:ascii="Open Sans" w:hAnsi="Open Sans" w:cs="Open Sans"/>
        </w:rPr>
        <w:t xml:space="preserve">Saubere und unbeschädigte </w:t>
      </w:r>
      <w:r w:rsidR="00582617" w:rsidRPr="00582617">
        <w:rPr>
          <w:rFonts w:ascii="Open Sans" w:hAnsi="Open Sans" w:cs="Open Sans"/>
        </w:rPr>
        <w:t xml:space="preserve">Bettwäsche, Tischdecken, Handtücher, Geschirrtücher, Vorhänge, Gardinen, Bettbezüge (keine Inletts ). </w:t>
      </w:r>
      <w:r w:rsidR="00582617" w:rsidRPr="00582617">
        <w:rPr>
          <w:rFonts w:ascii="Open Sans" w:hAnsi="Open Sans" w:cs="Open Sans"/>
          <w:b/>
          <w:bCs/>
        </w:rPr>
        <w:t>Accessoires:</w:t>
      </w:r>
      <w:r w:rsidR="00582617" w:rsidRPr="00582617">
        <w:rPr>
          <w:rFonts w:ascii="Open Sans" w:hAnsi="Open Sans" w:cs="Open Sans"/>
        </w:rPr>
        <w:t xml:space="preserve"> Hüte, Mützen, Baseball Caps, Gürtel, Taschen</w:t>
      </w:r>
      <w:r w:rsidR="00671978">
        <w:rPr>
          <w:rFonts w:ascii="Open Sans" w:hAnsi="Open Sans" w:cs="Open Sans"/>
        </w:rPr>
        <w:t xml:space="preserve">. </w:t>
      </w:r>
      <w:r w:rsidR="00671978" w:rsidRPr="00671978">
        <w:rPr>
          <w:rFonts w:ascii="Open Sans" w:hAnsi="Open Sans" w:cs="Open Sans"/>
          <w:b/>
        </w:rPr>
        <w:t>Und</w:t>
      </w:r>
      <w:r w:rsidR="00582617" w:rsidRPr="00671978">
        <w:rPr>
          <w:rFonts w:ascii="Open Sans" w:hAnsi="Open Sans" w:cs="Open Sans"/>
          <w:b/>
          <w:bCs/>
        </w:rPr>
        <w:t>:</w:t>
      </w:r>
      <w:r w:rsidR="00582617" w:rsidRPr="00582617">
        <w:rPr>
          <w:rFonts w:ascii="Open Sans" w:hAnsi="Open Sans" w:cs="Open Sans"/>
        </w:rPr>
        <w:t xml:space="preserve"> Kuscheltiere und andere weiche Textilien.</w:t>
      </w:r>
      <w:r w:rsidR="00582617">
        <w:rPr>
          <w:rFonts w:ascii="Open Sans" w:hAnsi="Open Sans" w:cs="Open Sans"/>
        </w:rPr>
        <w:t xml:space="preserve"> </w:t>
      </w:r>
    </w:p>
    <w:p w14:paraId="1AE12893" w14:textId="77777777" w:rsidR="00671978" w:rsidRDefault="00671978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3937289F" w14:textId="78709F9D" w:rsidR="00127259" w:rsidRDefault="004C16A6" w:rsidP="00127259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  <w:r w:rsidRPr="00A57C16">
        <w:rPr>
          <w:rFonts w:ascii="Open Sans" w:hAnsi="Open Sans" w:cs="Open Sans"/>
          <w:bCs/>
        </w:rPr>
        <w:t>Geht</w:t>
      </w:r>
      <w:r w:rsidR="00582617" w:rsidRPr="00A57C16">
        <w:rPr>
          <w:rFonts w:ascii="Open Sans" w:hAnsi="Open Sans" w:cs="Open Sans"/>
          <w:bCs/>
        </w:rPr>
        <w:t xml:space="preserve"> </w:t>
      </w:r>
      <w:r w:rsidRPr="00A57C16">
        <w:rPr>
          <w:rFonts w:ascii="Open Sans" w:hAnsi="Open Sans" w:cs="Open Sans"/>
          <w:bCs/>
        </w:rPr>
        <w:t>auf Schatzsuche</w:t>
      </w:r>
      <w:r w:rsidR="00671978" w:rsidRPr="00A57C16">
        <w:rPr>
          <w:rFonts w:ascii="Open Sans" w:hAnsi="Open Sans" w:cs="Open Sans"/>
          <w:bCs/>
        </w:rPr>
        <w:t xml:space="preserve">. </w:t>
      </w:r>
      <w:r w:rsidR="00671978" w:rsidRPr="00671978">
        <w:rPr>
          <w:rFonts w:ascii="Open Sans" w:hAnsi="Open Sans" w:cs="Open Sans"/>
          <w:b/>
        </w:rPr>
        <w:t>M</w:t>
      </w:r>
      <w:r w:rsidR="00671978" w:rsidRPr="00671978">
        <w:rPr>
          <w:rFonts w:ascii="Open Sans" w:hAnsi="Open Sans" w:cs="Open Sans"/>
          <w:b/>
          <w:bCs/>
        </w:rPr>
        <w:t>acht einen Kleiderschrank-Check</w:t>
      </w:r>
      <w:r w:rsidR="00671978">
        <w:rPr>
          <w:rFonts w:ascii="Open Sans" w:hAnsi="Open Sans" w:cs="Open Sans"/>
          <w:b/>
          <w:bCs/>
        </w:rPr>
        <w:t xml:space="preserve"> mit euren Elter</w:t>
      </w:r>
      <w:r w:rsidR="00671978" w:rsidRPr="00A57C16">
        <w:rPr>
          <w:rFonts w:ascii="Open Sans" w:hAnsi="Open Sans" w:cs="Open Sans"/>
          <w:b/>
          <w:bCs/>
        </w:rPr>
        <w:t>n:</w:t>
      </w:r>
      <w:r w:rsidR="00671978" w:rsidRPr="00A57C16">
        <w:rPr>
          <w:rFonts w:ascii="Open Sans" w:hAnsi="Open Sans" w:cs="Open Sans"/>
        </w:rPr>
        <w:t xml:space="preserve"> Was kann weg?</w:t>
      </w:r>
      <w:r w:rsidR="00671978">
        <w:rPr>
          <w:rFonts w:ascii="Open Sans" w:hAnsi="Open Sans" w:cs="Open Sans"/>
        </w:rPr>
        <w:t xml:space="preserve"> </w:t>
      </w:r>
    </w:p>
    <w:p w14:paraId="1483E59E" w14:textId="1727DB9B" w:rsidR="00127259" w:rsidRPr="00127259" w:rsidRDefault="00127259" w:rsidP="00127259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bCs/>
        </w:rPr>
      </w:pPr>
      <w:r w:rsidRPr="00127259">
        <w:rPr>
          <w:noProof/>
          <w:sz w:val="12"/>
          <w:szCs w:val="12"/>
        </w:rPr>
        <w:drawing>
          <wp:anchor distT="0" distB="0" distL="114300" distR="114300" simplePos="0" relativeHeight="251764224" behindDoc="0" locked="0" layoutInCell="1" allowOverlap="1" wp14:anchorId="28EAA215" wp14:editId="3025706F">
            <wp:simplePos x="0" y="0"/>
            <wp:positionH relativeFrom="margin">
              <wp:posOffset>19050</wp:posOffset>
            </wp:positionH>
            <wp:positionV relativeFrom="paragraph">
              <wp:posOffset>145415</wp:posOffset>
            </wp:positionV>
            <wp:extent cx="3762375" cy="1795780"/>
            <wp:effectExtent l="19050" t="19050" r="28575" b="13970"/>
            <wp:wrapSquare wrapText="bothSides"/>
            <wp:docPr id="1571933168" name="Grafik 7" descr="Gesammelt wird Coll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esammelt wird Coll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79578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F191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 Sans" w:hAnsi="Open Sans" w:cs="Open Sans"/>
          <w:b/>
          <w:bCs/>
        </w:rPr>
        <w:br/>
      </w:r>
    </w:p>
    <w:p w14:paraId="70F8105C" w14:textId="46CB3D9B" w:rsidR="00127259" w:rsidRPr="00127259" w:rsidRDefault="00127259" w:rsidP="00127259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bCs/>
          <w:i/>
          <w:iCs/>
        </w:rPr>
      </w:pPr>
      <w:r w:rsidRPr="00127259">
        <w:rPr>
          <w:rFonts w:ascii="Open Sans" w:hAnsi="Open Sans" w:cs="Open Sans"/>
          <w:i/>
          <w:iCs/>
        </w:rPr>
        <w:t>Die</w:t>
      </w:r>
      <w:r w:rsidR="005D3828">
        <w:rPr>
          <w:rFonts w:ascii="Open Sans" w:hAnsi="Open Sans" w:cs="Open Sans"/>
          <w:i/>
          <w:iCs/>
        </w:rPr>
        <w:t xml:space="preserve"> im Textil Race gesammelten</w:t>
      </w:r>
      <w:r w:rsidRPr="00127259">
        <w:rPr>
          <w:rFonts w:ascii="Open Sans" w:hAnsi="Open Sans" w:cs="Open Sans"/>
          <w:i/>
          <w:iCs/>
        </w:rPr>
        <w:t xml:space="preserve"> Textilien werden von zertifizierten, gemeinnützigen Organisationen sortiert und wenn möglich weiterverwendet oder recycelt. Erlöse aus der Verwertung fließen in soziale Projekte.</w:t>
      </w:r>
      <w:r w:rsidRPr="00127259">
        <w:rPr>
          <w:rFonts w:ascii="Open Sans" w:hAnsi="Open Sans" w:cs="Open Sans"/>
          <w:i/>
          <w:iCs/>
        </w:rPr>
        <w:br/>
      </w:r>
    </w:p>
    <w:p w14:paraId="298C34E5" w14:textId="77777777" w:rsidR="00127259" w:rsidRDefault="00127259" w:rsidP="00127259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bCs/>
        </w:rPr>
      </w:pPr>
    </w:p>
    <w:p w14:paraId="3C857BB0" w14:textId="128BC450" w:rsidR="00DD7F2F" w:rsidRPr="00127259" w:rsidRDefault="00DD7F2F" w:rsidP="00127259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  <w:r w:rsidRPr="00DD7F2F">
        <w:rPr>
          <w:rFonts w:ascii="Open Sans" w:hAnsi="Open Sans" w:cs="Open Sans"/>
          <w:b/>
          <w:bCs/>
        </w:rPr>
        <w:t>Nicht gesammelt werden</w:t>
      </w:r>
      <w:r>
        <w:rPr>
          <w:rFonts w:ascii="Open Sans" w:hAnsi="Open Sans" w:cs="Open Sans"/>
          <w:b/>
          <w:bCs/>
        </w:rPr>
        <w:t xml:space="preserve"> </w:t>
      </w:r>
      <w:r w:rsidRPr="00DD7F2F">
        <w:rPr>
          <w:rFonts w:ascii="Open Sans" w:hAnsi="Open Sans" w:cs="Open Sans"/>
          <w:bCs/>
        </w:rPr>
        <w:t>kaputte, stark verschmutzte, beschädigte</w:t>
      </w:r>
      <w:r w:rsidR="00127259">
        <w:rPr>
          <w:rFonts w:ascii="Open Sans" w:hAnsi="Open Sans" w:cs="Open Sans"/>
          <w:bCs/>
        </w:rPr>
        <w:t>, zerschnittene</w:t>
      </w:r>
      <w:r w:rsidRPr="00DD7F2F">
        <w:rPr>
          <w:rFonts w:ascii="Open Sans" w:hAnsi="Open Sans" w:cs="Open Sans"/>
          <w:bCs/>
        </w:rPr>
        <w:t xml:space="preserve"> oder nasse Textilien</w:t>
      </w:r>
      <w:r w:rsidR="00127259">
        <w:rPr>
          <w:rFonts w:ascii="Open Sans" w:hAnsi="Open Sans" w:cs="Open Sans"/>
          <w:bCs/>
        </w:rPr>
        <w:t>. Auch keine L</w:t>
      </w:r>
      <w:r w:rsidRPr="00DD7F2F">
        <w:rPr>
          <w:rFonts w:ascii="Open Sans" w:hAnsi="Open Sans" w:cs="Open Sans"/>
          <w:bCs/>
        </w:rPr>
        <w:t>umpen</w:t>
      </w:r>
      <w:r w:rsidR="00127259">
        <w:rPr>
          <w:rFonts w:ascii="Open Sans" w:hAnsi="Open Sans" w:cs="Open Sans"/>
          <w:bCs/>
        </w:rPr>
        <w:t xml:space="preserve"> oder </w:t>
      </w:r>
      <w:r w:rsidRPr="00DD7F2F">
        <w:rPr>
          <w:rFonts w:ascii="Open Sans" w:hAnsi="Open Sans" w:cs="Open Sans"/>
          <w:bCs/>
        </w:rPr>
        <w:t>Wischtücher</w:t>
      </w:r>
      <w:r w:rsidR="00127259">
        <w:rPr>
          <w:rFonts w:ascii="Open Sans" w:hAnsi="Open Sans" w:cs="Open Sans"/>
          <w:bCs/>
        </w:rPr>
        <w:t xml:space="preserve">, </w:t>
      </w:r>
      <w:r w:rsidRPr="00DD7F2F">
        <w:rPr>
          <w:rFonts w:ascii="Open Sans" w:hAnsi="Open Sans" w:cs="Open Sans"/>
          <w:bCs/>
        </w:rPr>
        <w:t>Matratzen, Polstermöbelstoffe, Bett-Inletts</w:t>
      </w:r>
      <w:r w:rsidR="00127259">
        <w:rPr>
          <w:rFonts w:ascii="Open Sans" w:hAnsi="Open Sans" w:cs="Open Sans"/>
          <w:bCs/>
        </w:rPr>
        <w:t xml:space="preserve">, </w:t>
      </w:r>
      <w:r w:rsidR="00127259">
        <w:rPr>
          <w:rFonts w:ascii="Open Sans" w:hAnsi="Open Sans" w:cs="Open Sans"/>
          <w:bCs/>
        </w:rPr>
        <w:br/>
      </w:r>
      <w:r w:rsidRPr="00DD7F2F">
        <w:rPr>
          <w:rFonts w:ascii="Open Sans" w:hAnsi="Open Sans" w:cs="Open Sans"/>
          <w:bCs/>
        </w:rPr>
        <w:t>Teppiche, Bodenbeläge, Stofftapeten, Stoff- und Nähreste.</w:t>
      </w:r>
      <w:r w:rsidR="00127259">
        <w:rPr>
          <w:rFonts w:ascii="Open Sans" w:hAnsi="Open Sans" w:cs="Open Sans"/>
          <w:bCs/>
        </w:rPr>
        <w:t xml:space="preserve"> Auch keine </w:t>
      </w:r>
      <w:r w:rsidRPr="00DD7F2F">
        <w:rPr>
          <w:rFonts w:ascii="Open Sans" w:hAnsi="Open Sans" w:cs="Open Sans"/>
          <w:bCs/>
        </w:rPr>
        <w:t>gewerblichen Textilien, wie Hotelwäsche, Firmenkleidung, Schutzkleidung</w:t>
      </w:r>
      <w:r w:rsidR="005D3828">
        <w:rPr>
          <w:rFonts w:ascii="Open Sans" w:hAnsi="Open Sans" w:cs="Open Sans"/>
          <w:bCs/>
        </w:rPr>
        <w:t xml:space="preserve">, </w:t>
      </w:r>
      <w:r w:rsidRPr="00DD7F2F">
        <w:rPr>
          <w:rFonts w:ascii="Open Sans" w:hAnsi="Open Sans" w:cs="Open Sans"/>
          <w:bCs/>
        </w:rPr>
        <w:t xml:space="preserve">Zelte </w:t>
      </w:r>
      <w:r w:rsidR="00127259">
        <w:rPr>
          <w:rFonts w:ascii="Open Sans" w:hAnsi="Open Sans" w:cs="Open Sans"/>
          <w:bCs/>
        </w:rPr>
        <w:t>oder ähnliches.</w:t>
      </w:r>
    </w:p>
    <w:p w14:paraId="73D2983E" w14:textId="77777777" w:rsidR="00127259" w:rsidRDefault="00127259" w:rsidP="00127259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Cs/>
        </w:rPr>
      </w:pPr>
    </w:p>
    <w:p w14:paraId="087F70D8" w14:textId="69E55DE1" w:rsidR="00DD7F2F" w:rsidRDefault="00127259" w:rsidP="00DD7F2F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  <w:r w:rsidRPr="00127259">
        <w:rPr>
          <w:rFonts w:ascii="Open Sans" w:hAnsi="Open Sans" w:cs="Open Sans"/>
          <w:b/>
          <w:bCs/>
        </w:rPr>
        <w:t xml:space="preserve">Wusstet ihr, </w:t>
      </w:r>
      <w:r w:rsidRPr="00127259">
        <w:rPr>
          <w:rFonts w:ascii="Open Sans" w:hAnsi="Open Sans" w:cs="Open Sans"/>
        </w:rPr>
        <w:t>dass jeder Mensch in Deutschland im Schnitt 60 Kleidungsstücke pro Jahr kauft? Ganz schön viel, oder? Noch krasser: Jedes fünfte Teil wird fast nie getragen – und viele landen schon nach einem Jahr im Müll. Das ist richtig schlecht fürs Klima und die Umwelt. Also: Lieber weniger kaufen – und dafür Sachen länger nutzen!</w:t>
      </w:r>
    </w:p>
    <w:p w14:paraId="7F1C9199" w14:textId="77777777" w:rsidR="00127259" w:rsidRDefault="00127259" w:rsidP="00DD7F2F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399CBFF1" w14:textId="2BCB9827" w:rsidR="00127259" w:rsidRPr="00292CB7" w:rsidRDefault="006B4A94" w:rsidP="00127259">
      <w:pPr>
        <w:tabs>
          <w:tab w:val="left" w:pos="426"/>
          <w:tab w:val="right" w:pos="9072"/>
        </w:tabs>
        <w:spacing w:after="120" w:line="288" w:lineRule="auto"/>
        <w:rPr>
          <w:rFonts w:ascii="Open Sans" w:hAnsi="Open Sans" w:cs="Open Sans"/>
          <w:b/>
          <w:sz w:val="24"/>
          <w:szCs w:val="18"/>
        </w:rPr>
      </w:pPr>
      <w:r>
        <w:rPr>
          <w:rFonts w:ascii="Open Sans" w:hAnsi="Open Sans" w:cs="Open Sans"/>
          <w:b/>
          <w:sz w:val="24"/>
          <w:szCs w:val="18"/>
        </w:rPr>
        <w:t>Textilien</w:t>
      </w:r>
      <w:r w:rsidR="00127259">
        <w:rPr>
          <w:rFonts w:ascii="Open Sans" w:hAnsi="Open Sans" w:cs="Open Sans"/>
          <w:b/>
          <w:sz w:val="24"/>
          <w:szCs w:val="18"/>
        </w:rPr>
        <w:t xml:space="preserve"> abgeben oder eintragen</w:t>
      </w:r>
    </w:p>
    <w:p w14:paraId="794DD8D6" w14:textId="00EE55CF" w:rsidR="00801C4A" w:rsidRPr="00EE514E" w:rsidRDefault="00127259" w:rsidP="006B4A94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</w:rPr>
      </w:pPr>
      <w:r>
        <w:rPr>
          <w:rFonts w:ascii="Open Sans" w:hAnsi="Open Sans" w:cs="Open Sans"/>
        </w:rPr>
        <w:t xml:space="preserve">Bitte erzählt eure </w:t>
      </w:r>
      <w:r w:rsidRPr="009B0638">
        <w:rPr>
          <w:rFonts w:ascii="Open Sans" w:hAnsi="Open Sans" w:cs="Open Sans"/>
        </w:rPr>
        <w:t>Nachbarn</w:t>
      </w:r>
      <w:r>
        <w:rPr>
          <w:rFonts w:ascii="Open Sans" w:hAnsi="Open Sans" w:cs="Open Sans"/>
        </w:rPr>
        <w:t xml:space="preserve">, dass sie </w:t>
      </w:r>
      <w:r w:rsidR="006B4A94">
        <w:rPr>
          <w:rFonts w:ascii="Open Sans" w:hAnsi="Open Sans" w:cs="Open Sans"/>
        </w:rPr>
        <w:t xml:space="preserve">Textilien </w:t>
      </w:r>
      <w:r>
        <w:rPr>
          <w:rFonts w:ascii="Open Sans" w:hAnsi="Open Sans" w:cs="Open Sans"/>
        </w:rPr>
        <w:t xml:space="preserve">einfach </w:t>
      </w:r>
      <w:r w:rsidRPr="009B0638">
        <w:rPr>
          <w:rFonts w:ascii="Open Sans" w:hAnsi="Open Sans" w:cs="Open Sans"/>
        </w:rPr>
        <w:t xml:space="preserve">auf </w:t>
      </w:r>
      <w:hyperlink r:id="rId9" w:history="1">
        <w:r w:rsidR="006B4A94" w:rsidRPr="000744FB">
          <w:rPr>
            <w:rStyle w:val="Hyperlink"/>
            <w:rFonts w:ascii="Open Sans" w:hAnsi="Open Sans" w:cs="Open Sans"/>
          </w:rPr>
          <w:t>www.textil-race.de</w:t>
        </w:r>
      </w:hyperlink>
      <w:r>
        <w:rPr>
          <w:rFonts w:ascii="Open Sans" w:hAnsi="Open Sans" w:cs="Open Sans"/>
        </w:rPr>
        <w:t xml:space="preserve"> </w:t>
      </w:r>
      <w:r w:rsidRPr="009B0638">
        <w:rPr>
          <w:rFonts w:ascii="Open Sans" w:hAnsi="Open Sans" w:cs="Open Sans"/>
        </w:rPr>
        <w:t>eintragen</w:t>
      </w:r>
      <w:r>
        <w:rPr>
          <w:rFonts w:ascii="Open Sans" w:hAnsi="Open Sans" w:cs="Open Sans"/>
        </w:rPr>
        <w:t xml:space="preserve"> </w:t>
      </w:r>
      <w:r w:rsidR="006B4A94">
        <w:rPr>
          <w:rFonts w:ascii="Open Sans" w:hAnsi="Open Sans" w:cs="Open Sans"/>
        </w:rPr>
        <w:br/>
      </w:r>
      <w:r>
        <w:rPr>
          <w:rFonts w:ascii="Open Sans" w:hAnsi="Open Sans" w:cs="Open Sans"/>
        </w:rPr>
        <w:t>können. W</w:t>
      </w:r>
      <w:r w:rsidRPr="009B0638">
        <w:rPr>
          <w:rFonts w:ascii="Open Sans" w:hAnsi="Open Sans" w:cs="Open Sans"/>
        </w:rPr>
        <w:t xml:space="preserve">ir holen </w:t>
      </w:r>
      <w:r w:rsidR="006B4A94">
        <w:rPr>
          <w:rFonts w:ascii="Open Sans" w:hAnsi="Open Sans" w:cs="Open Sans"/>
        </w:rPr>
        <w:t xml:space="preserve">sie </w:t>
      </w:r>
      <w:r>
        <w:rPr>
          <w:rFonts w:ascii="Open Sans" w:hAnsi="Open Sans" w:cs="Open Sans"/>
        </w:rPr>
        <w:t xml:space="preserve">dann </w:t>
      </w:r>
      <w:r w:rsidRPr="009B0638">
        <w:rPr>
          <w:rFonts w:ascii="Open Sans" w:hAnsi="Open Sans" w:cs="Open Sans"/>
        </w:rPr>
        <w:t>ab!</w:t>
      </w:r>
      <w:r>
        <w:rPr>
          <w:rFonts w:ascii="Open Sans" w:hAnsi="Open Sans" w:cs="Open Sans"/>
        </w:rPr>
        <w:t xml:space="preserve"> </w:t>
      </w:r>
      <w:r w:rsidR="006B4A94">
        <w:rPr>
          <w:rFonts w:ascii="Open Sans" w:hAnsi="Open Sans" w:cs="Open Sans"/>
        </w:rPr>
        <w:t xml:space="preserve">Sie können sie aber </w:t>
      </w:r>
      <w:r>
        <w:rPr>
          <w:rFonts w:ascii="Open Sans" w:hAnsi="Open Sans" w:cs="Open Sans"/>
        </w:rPr>
        <w:t xml:space="preserve">auch in der Schule abgeben: </w:t>
      </w:r>
      <w:r w:rsidRPr="009B0638">
        <w:rPr>
          <w:rFonts w:ascii="Open Sans" w:hAnsi="Open Sans" w:cs="Open Sans"/>
        </w:rPr>
        <w:br/>
      </w:r>
      <w:r w:rsidR="006B4A94">
        <w:rPr>
          <w:rFonts w:ascii="Open Sans" w:hAnsi="Open Sans" w:cs="Open Sans"/>
        </w:rPr>
        <w:br/>
      </w:r>
      <w:r>
        <w:rPr>
          <w:rFonts w:ascii="Open Sans" w:hAnsi="Open Sans" w:cs="Open Sans"/>
        </w:rPr>
        <w:t>Abgabe</w:t>
      </w:r>
      <w:r w:rsidR="00C10F2E">
        <w:rPr>
          <w:rFonts w:ascii="Open Sans" w:hAnsi="Open Sans" w:cs="Open Sans"/>
        </w:rPr>
        <w:t>stelle</w:t>
      </w:r>
      <w:r w:rsidRPr="009B0638">
        <w:rPr>
          <w:rFonts w:ascii="Open Sans" w:hAnsi="Open Sans" w:cs="Open Sans"/>
        </w:rPr>
        <w:t xml:space="preserve">: </w:t>
      </w:r>
      <w:r w:rsidRPr="006B4A94">
        <w:rPr>
          <w:rFonts w:ascii="Open Sans" w:hAnsi="Open Sans" w:cs="Open Sans"/>
          <w:color w:val="F19100"/>
        </w:rPr>
        <w:t xml:space="preserve">…………………………..………..… </w:t>
      </w:r>
      <w:r w:rsidR="00C10F2E">
        <w:rPr>
          <w:rFonts w:ascii="Open Sans" w:hAnsi="Open Sans" w:cs="Open Sans"/>
          <w:color w:val="F19100"/>
        </w:rPr>
        <w:t xml:space="preserve">  </w:t>
      </w:r>
      <w:r w:rsidRPr="005F201E">
        <w:rPr>
          <w:rFonts w:ascii="Open Sans" w:hAnsi="Open Sans" w:cs="Open Sans"/>
        </w:rPr>
        <w:t xml:space="preserve">Bei Fragen: </w:t>
      </w:r>
      <w:r w:rsidRPr="006B4A94">
        <w:rPr>
          <w:rFonts w:ascii="Open Sans" w:hAnsi="Open Sans" w:cs="Open Sans"/>
          <w:color w:val="F19100"/>
        </w:rPr>
        <w:t>……………………………....….…….</w:t>
      </w:r>
    </w:p>
    <w:sectPr w:rsidR="00801C4A" w:rsidRPr="00EE514E" w:rsidSect="009B0638">
      <w:headerReference w:type="default" r:id="rId10"/>
      <w:footerReference w:type="default" r:id="rId11"/>
      <w:pgSz w:w="11906" w:h="16838"/>
      <w:pgMar w:top="1134" w:right="1417" w:bottom="568" w:left="1417" w:header="708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6DCAA" w14:textId="77777777" w:rsidR="003D3AAE" w:rsidRDefault="003D3AAE" w:rsidP="008C7F6A">
      <w:r>
        <w:separator/>
      </w:r>
    </w:p>
  </w:endnote>
  <w:endnote w:type="continuationSeparator" w:id="0">
    <w:p w14:paraId="024C4F73" w14:textId="77777777" w:rsidR="003D3AAE" w:rsidRDefault="003D3AAE" w:rsidP="008C7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A448" w14:textId="77777777" w:rsidR="009B0638" w:rsidRDefault="009B0638" w:rsidP="009B0638">
    <w:pPr>
      <w:pStyle w:val="Fuzeile"/>
      <w:tabs>
        <w:tab w:val="clear" w:pos="4536"/>
      </w:tabs>
      <w:rPr>
        <w:color w:val="84AA33" w:themeColor="accent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7D74ADF" wp14:editId="59E596C2">
          <wp:simplePos x="0" y="0"/>
          <wp:positionH relativeFrom="rightMargin">
            <wp:posOffset>-913765</wp:posOffset>
          </wp:positionH>
          <wp:positionV relativeFrom="paragraph">
            <wp:posOffset>-765175</wp:posOffset>
          </wp:positionV>
          <wp:extent cx="1276350" cy="867965"/>
          <wp:effectExtent l="0" t="0" r="0" b="8890"/>
          <wp:wrapNone/>
          <wp:docPr id="488071563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8071563" name="Grafik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86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3828">
      <w:rPr>
        <w:color w:val="84AA33" w:themeColor="accent2"/>
      </w:rPr>
      <w:pict w14:anchorId="113FC155">
        <v:rect id="_x0000_i1025" style="width:0;height:1.5pt" o:hralign="center" o:hrstd="t" o:hr="t" fillcolor="#a0a0a0" stroked="f"/>
      </w:pict>
    </w:r>
  </w:p>
  <w:p w14:paraId="6D9607AE" w14:textId="71E32B36" w:rsidR="009B0638" w:rsidRPr="006B4A94" w:rsidRDefault="006B4A94">
    <w:pPr>
      <w:pStyle w:val="Fuzeile"/>
      <w:rPr>
        <w:rFonts w:ascii="Open Sans" w:hAnsi="Open Sans" w:cs="Open Sans"/>
        <w:b/>
        <w:bCs/>
        <w:color w:val="F19100"/>
        <w:sz w:val="18"/>
        <w:szCs w:val="18"/>
      </w:rPr>
    </w:pPr>
    <w:r w:rsidRPr="006B4A94">
      <w:rPr>
        <w:rFonts w:ascii="Open Sans" w:hAnsi="Open Sans" w:cs="Open Sans"/>
        <w:b/>
        <w:bCs/>
        <w:color w:val="F19100"/>
        <w:sz w:val="18"/>
        <w:szCs w:val="18"/>
      </w:rPr>
      <w:t xml:space="preserve">Textil </w:t>
    </w:r>
    <w:r w:rsidR="009B0638" w:rsidRPr="006B4A94">
      <w:rPr>
        <w:rFonts w:ascii="Open Sans" w:hAnsi="Open Sans" w:cs="Open Sans"/>
        <w:b/>
        <w:bCs/>
        <w:color w:val="F19100"/>
        <w:sz w:val="18"/>
        <w:szCs w:val="18"/>
      </w:rPr>
      <w:t>Race</w:t>
    </w:r>
    <w:r w:rsidR="009B0638" w:rsidRPr="006B4A94">
      <w:rPr>
        <w:rFonts w:ascii="Open Sans" w:hAnsi="Open Sans" w:cs="Open Sans"/>
        <w:b/>
        <w:bCs/>
        <w:color w:val="F19100"/>
        <w:sz w:val="18"/>
        <w:szCs w:val="18"/>
      </w:rPr>
      <w:tab/>
    </w:r>
    <w:r w:rsidR="009B0638" w:rsidRPr="006B4A94">
      <w:rPr>
        <w:rFonts w:ascii="Open Sans" w:hAnsi="Open Sans" w:cs="Open Sans"/>
        <w:b/>
        <w:bCs/>
        <w:color w:val="F19100"/>
        <w:sz w:val="18"/>
        <w:szCs w:val="18"/>
      </w:rPr>
      <w:tab/>
      <w:t>www.das-macht-schule.net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6CF2B" w14:textId="77777777" w:rsidR="003D3AAE" w:rsidRDefault="003D3AAE" w:rsidP="008C7F6A">
      <w:r>
        <w:separator/>
      </w:r>
    </w:p>
  </w:footnote>
  <w:footnote w:type="continuationSeparator" w:id="0">
    <w:p w14:paraId="29000C8C" w14:textId="77777777" w:rsidR="003D3AAE" w:rsidRDefault="003D3AAE" w:rsidP="008C7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2624F" w14:textId="37684CD2" w:rsidR="00B119B0" w:rsidRDefault="00582617">
    <w:pPr>
      <w:pStyle w:val="Kopfzeile"/>
      <w:rPr>
        <w:rFonts w:ascii="Open Sans" w:hAnsi="Open Sans" w:cs="Open Sans"/>
        <w:b/>
        <w:noProof/>
        <w:sz w:val="18"/>
        <w:szCs w:val="18"/>
      </w:rPr>
    </w:pPr>
    <w:r w:rsidRPr="00E8564C">
      <w:rPr>
        <w:rFonts w:ascii="Open Sans" w:hAnsi="Open Sans" w:cs="Open Sans"/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757F7B8" wp14:editId="44D8E192">
              <wp:simplePos x="0" y="0"/>
              <wp:positionH relativeFrom="page">
                <wp:align>left</wp:align>
              </wp:positionH>
              <wp:positionV relativeFrom="page">
                <wp:posOffset>10795</wp:posOffset>
              </wp:positionV>
              <wp:extent cx="7574280" cy="1715770"/>
              <wp:effectExtent l="0" t="0" r="7620" b="0"/>
              <wp:wrapNone/>
              <wp:docPr id="14" name="Rechteck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4280" cy="1715770"/>
                      </a:xfrm>
                      <a:prstGeom prst="rect">
                        <a:avLst/>
                      </a:prstGeom>
                      <a:solidFill>
                        <a:srgbClr val="F191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290F87" id="Rechteck 14" o:spid="_x0000_s1026" style="position:absolute;margin-left:0;margin-top:.85pt;width:596.4pt;height:135.1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" fillcolor="#f19100" stroked="f" strokeweight="2pt">
              <w10:wrap anchorx="page" anchory="page"/>
              <w10:anchorlock/>
            </v:rect>
          </w:pict>
        </mc:Fallback>
      </mc:AlternateContent>
    </w:r>
  </w:p>
  <w:p w14:paraId="6B322D04" w14:textId="77777777" w:rsidR="008C7F6A" w:rsidRDefault="008C7F6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94169"/>
    <w:multiLevelType w:val="hybridMultilevel"/>
    <w:tmpl w:val="9D4E23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84892"/>
    <w:multiLevelType w:val="hybridMultilevel"/>
    <w:tmpl w:val="B0F081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5132B"/>
    <w:multiLevelType w:val="hybridMultilevel"/>
    <w:tmpl w:val="874C0558"/>
    <w:lvl w:ilvl="0" w:tplc="A9A25B7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A05BD"/>
    <w:multiLevelType w:val="hybridMultilevel"/>
    <w:tmpl w:val="BAFCC8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D19EE"/>
    <w:multiLevelType w:val="hybridMultilevel"/>
    <w:tmpl w:val="E0EC7F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815FCB"/>
    <w:multiLevelType w:val="hybridMultilevel"/>
    <w:tmpl w:val="95846C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986322"/>
    <w:multiLevelType w:val="hybridMultilevel"/>
    <w:tmpl w:val="CF4E9A6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3170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9910557">
    <w:abstractNumId w:val="2"/>
  </w:num>
  <w:num w:numId="3" w16cid:durableId="7368414">
    <w:abstractNumId w:val="0"/>
  </w:num>
  <w:num w:numId="4" w16cid:durableId="223296919">
    <w:abstractNumId w:val="5"/>
  </w:num>
  <w:num w:numId="5" w16cid:durableId="763455686">
    <w:abstractNumId w:val="3"/>
  </w:num>
  <w:num w:numId="6" w16cid:durableId="197356079">
    <w:abstractNumId w:val="4"/>
  </w:num>
  <w:num w:numId="7" w16cid:durableId="1477263403">
    <w:abstractNumId w:val="1"/>
  </w:num>
  <w:num w:numId="8" w16cid:durableId="16922200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ocumentProtection w:edit="readOnly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AB8608C-5905-4EC1-9147-93EE5FA42DDD}"/>
    <w:docVar w:name="dgnword-eventsink" w:val="445724592"/>
  </w:docVars>
  <w:rsids>
    <w:rsidRoot w:val="00542612"/>
    <w:rsid w:val="00001051"/>
    <w:rsid w:val="0002092F"/>
    <w:rsid w:val="00083897"/>
    <w:rsid w:val="000B217E"/>
    <w:rsid w:val="000C1A95"/>
    <w:rsid w:val="000C437F"/>
    <w:rsid w:val="00127259"/>
    <w:rsid w:val="00136A77"/>
    <w:rsid w:val="00143633"/>
    <w:rsid w:val="00147E58"/>
    <w:rsid w:val="0015526A"/>
    <w:rsid w:val="001C73FA"/>
    <w:rsid w:val="001D0274"/>
    <w:rsid w:val="001E0501"/>
    <w:rsid w:val="001E3FD8"/>
    <w:rsid w:val="00204473"/>
    <w:rsid w:val="00220D03"/>
    <w:rsid w:val="002852B3"/>
    <w:rsid w:val="00292CB7"/>
    <w:rsid w:val="002A4C3E"/>
    <w:rsid w:val="003177DF"/>
    <w:rsid w:val="00324961"/>
    <w:rsid w:val="003623DE"/>
    <w:rsid w:val="00365BF8"/>
    <w:rsid w:val="003A16B7"/>
    <w:rsid w:val="003A6F25"/>
    <w:rsid w:val="003D3AAE"/>
    <w:rsid w:val="003F7128"/>
    <w:rsid w:val="004B177E"/>
    <w:rsid w:val="004B3297"/>
    <w:rsid w:val="004C16A6"/>
    <w:rsid w:val="004C29F8"/>
    <w:rsid w:val="004F3902"/>
    <w:rsid w:val="004F7115"/>
    <w:rsid w:val="004F74B7"/>
    <w:rsid w:val="004F7DA2"/>
    <w:rsid w:val="00510C18"/>
    <w:rsid w:val="00533E64"/>
    <w:rsid w:val="00535E00"/>
    <w:rsid w:val="005364E6"/>
    <w:rsid w:val="00542612"/>
    <w:rsid w:val="0054324E"/>
    <w:rsid w:val="00567929"/>
    <w:rsid w:val="00567D8C"/>
    <w:rsid w:val="005817FB"/>
    <w:rsid w:val="00582617"/>
    <w:rsid w:val="005868BB"/>
    <w:rsid w:val="00594567"/>
    <w:rsid w:val="00596379"/>
    <w:rsid w:val="005D3828"/>
    <w:rsid w:val="005F201E"/>
    <w:rsid w:val="006519C4"/>
    <w:rsid w:val="0066087A"/>
    <w:rsid w:val="00671978"/>
    <w:rsid w:val="00677DF6"/>
    <w:rsid w:val="006B4A94"/>
    <w:rsid w:val="006C0AB4"/>
    <w:rsid w:val="006E321F"/>
    <w:rsid w:val="006E626F"/>
    <w:rsid w:val="006F4A6F"/>
    <w:rsid w:val="006F613E"/>
    <w:rsid w:val="00705D75"/>
    <w:rsid w:val="00717C0B"/>
    <w:rsid w:val="007218FE"/>
    <w:rsid w:val="0073540A"/>
    <w:rsid w:val="00740E05"/>
    <w:rsid w:val="0076233E"/>
    <w:rsid w:val="00784F45"/>
    <w:rsid w:val="007A0698"/>
    <w:rsid w:val="007D6507"/>
    <w:rsid w:val="00801C4A"/>
    <w:rsid w:val="008049BD"/>
    <w:rsid w:val="008308CF"/>
    <w:rsid w:val="00832CA9"/>
    <w:rsid w:val="008654A8"/>
    <w:rsid w:val="00875692"/>
    <w:rsid w:val="00876095"/>
    <w:rsid w:val="008C7F6A"/>
    <w:rsid w:val="008F01EA"/>
    <w:rsid w:val="008F129A"/>
    <w:rsid w:val="00916863"/>
    <w:rsid w:val="00920805"/>
    <w:rsid w:val="009241B3"/>
    <w:rsid w:val="00936BD5"/>
    <w:rsid w:val="0097126F"/>
    <w:rsid w:val="00983999"/>
    <w:rsid w:val="009B0638"/>
    <w:rsid w:val="009B307C"/>
    <w:rsid w:val="009C5323"/>
    <w:rsid w:val="009F24D2"/>
    <w:rsid w:val="009F2D92"/>
    <w:rsid w:val="00A07BFB"/>
    <w:rsid w:val="00A16533"/>
    <w:rsid w:val="00A311EF"/>
    <w:rsid w:val="00A561DD"/>
    <w:rsid w:val="00A57C16"/>
    <w:rsid w:val="00A749D7"/>
    <w:rsid w:val="00AA65A8"/>
    <w:rsid w:val="00AB123F"/>
    <w:rsid w:val="00AC4E5B"/>
    <w:rsid w:val="00AF4E67"/>
    <w:rsid w:val="00B02591"/>
    <w:rsid w:val="00B07FE6"/>
    <w:rsid w:val="00B10B60"/>
    <w:rsid w:val="00B11582"/>
    <w:rsid w:val="00B119B0"/>
    <w:rsid w:val="00B14DBE"/>
    <w:rsid w:val="00B157D4"/>
    <w:rsid w:val="00B25200"/>
    <w:rsid w:val="00B377D9"/>
    <w:rsid w:val="00B85989"/>
    <w:rsid w:val="00BB0C82"/>
    <w:rsid w:val="00BD179D"/>
    <w:rsid w:val="00BD733F"/>
    <w:rsid w:val="00C10F2E"/>
    <w:rsid w:val="00C11D9A"/>
    <w:rsid w:val="00C34A61"/>
    <w:rsid w:val="00C41F3B"/>
    <w:rsid w:val="00C524FF"/>
    <w:rsid w:val="00C542AD"/>
    <w:rsid w:val="00C54FF2"/>
    <w:rsid w:val="00C719F1"/>
    <w:rsid w:val="00C933FC"/>
    <w:rsid w:val="00C94975"/>
    <w:rsid w:val="00CA4F20"/>
    <w:rsid w:val="00CC68BA"/>
    <w:rsid w:val="00CD4CE7"/>
    <w:rsid w:val="00CE3503"/>
    <w:rsid w:val="00CE3EA2"/>
    <w:rsid w:val="00CF02E7"/>
    <w:rsid w:val="00CF5D00"/>
    <w:rsid w:val="00D2774D"/>
    <w:rsid w:val="00D44016"/>
    <w:rsid w:val="00DD7F2F"/>
    <w:rsid w:val="00DE580B"/>
    <w:rsid w:val="00E10AAA"/>
    <w:rsid w:val="00E2502B"/>
    <w:rsid w:val="00E33623"/>
    <w:rsid w:val="00E41360"/>
    <w:rsid w:val="00E44AF8"/>
    <w:rsid w:val="00E52199"/>
    <w:rsid w:val="00E6140B"/>
    <w:rsid w:val="00E758AB"/>
    <w:rsid w:val="00E776E3"/>
    <w:rsid w:val="00E8564C"/>
    <w:rsid w:val="00E87E59"/>
    <w:rsid w:val="00EA3952"/>
    <w:rsid w:val="00EA6793"/>
    <w:rsid w:val="00EE514E"/>
    <w:rsid w:val="00EF03BD"/>
    <w:rsid w:val="00EF2E7F"/>
    <w:rsid w:val="00F04E9C"/>
    <w:rsid w:val="00F172E3"/>
    <w:rsid w:val="00F5236B"/>
    <w:rsid w:val="00F52613"/>
    <w:rsid w:val="00F937D3"/>
    <w:rsid w:val="00FD0E40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51A1B"/>
  <w15:docId w15:val="{C1885A43-D6C1-42B1-976C-AC695BFD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7259"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626F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62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E626F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C7F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7F6A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8C7F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7F6A"/>
    <w:rPr>
      <w:rFonts w:ascii="Arial" w:hAnsi="Arial" w:cs="Arial"/>
    </w:rPr>
  </w:style>
  <w:style w:type="character" w:styleId="Hyperlink">
    <w:name w:val="Hyperlink"/>
    <w:basedOn w:val="Absatz-Standardschriftart"/>
    <w:uiPriority w:val="99"/>
    <w:unhideWhenUsed/>
    <w:rsid w:val="00BB0C82"/>
    <w:rPr>
      <w:color w:val="FF67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77DF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77DF6"/>
  </w:style>
  <w:style w:type="character" w:customStyle="1" w:styleId="KommentartextZchn">
    <w:name w:val="Kommentartext Zchn"/>
    <w:basedOn w:val="Absatz-Standardschriftart"/>
    <w:link w:val="Kommentartext"/>
    <w:uiPriority w:val="99"/>
    <w:rsid w:val="00677DF6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7DF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7DF6"/>
    <w:rPr>
      <w:rFonts w:ascii="Arial" w:hAnsi="Arial" w:cs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7D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76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9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xtil-race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\Desktop\EWR%20Materialpaket%20Rohdaten%20(Kopie)\2_Schulposter%20-%20NEU%20-%20BITTE%20PR&#220;FEN.dotx" TargetMode="External"/></Relationships>
</file>

<file path=word/theme/theme1.xml><?xml version="1.0" encoding="utf-8"?>
<a:theme xmlns:a="http://schemas.openxmlformats.org/drawingml/2006/main" name="Larissa">
  <a:themeElements>
    <a:clrScheme name="DasmachtSchule-Farbschema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FEB80A"/>
      </a:accent1>
      <a:accent2>
        <a:srgbClr val="84AA33"/>
      </a:accent2>
      <a:accent3>
        <a:srgbClr val="FF6700"/>
      </a:accent3>
      <a:accent4>
        <a:srgbClr val="506E94"/>
      </a:accent4>
      <a:accent5>
        <a:srgbClr val="C32D2E"/>
      </a:accent5>
      <a:accent6>
        <a:srgbClr val="3891A7"/>
      </a:accent6>
      <a:hlink>
        <a:srgbClr val="FF6700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3658A-D67E-42CF-B3AB-0791C0AB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2_Schulposter - NEU - BITTE PRÜFEN</Template>
  <TotalTime>0</TotalTime>
  <Pages>1</Pages>
  <Words>267</Words>
  <Characters>1688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Das macht Schule e.V.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BG</dc:creator>
  <cp:lastModifiedBy>Svenja von Wrangell</cp:lastModifiedBy>
  <cp:revision>2</cp:revision>
  <cp:lastPrinted>2025-07-29T10:29:00Z</cp:lastPrinted>
  <dcterms:created xsi:type="dcterms:W3CDTF">2025-08-01T07:56:00Z</dcterms:created>
  <dcterms:modified xsi:type="dcterms:W3CDTF">2025-08-01T07:56:00Z</dcterms:modified>
</cp:coreProperties>
</file>